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W 380 CRi: самая мощная холодная фреза</w:t>
      </w:r>
      <w:r w:rsidR="00D434D5" w:rsidRPr="00932553">
        <w:t>-ресайклер</w:t>
      </w:r>
      <w:r w:rsidRPr="00932553">
        <w:t xml:space="preserve"> </w:t>
      </w:r>
      <w:r>
        <w:t>в мире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Создав новое поколение холодных фрез</w:t>
      </w:r>
      <w:r w:rsidR="00D434D5" w:rsidRPr="004C4425">
        <w:rPr>
          <w:rStyle w:val="Hervorhebung"/>
        </w:rPr>
        <w:t>-ресайклеров</w:t>
      </w:r>
      <w:r>
        <w:rPr>
          <w:rStyle w:val="Hervorhebung"/>
        </w:rPr>
        <w:t xml:space="preserve">, компания Wirtgen вывела на рынок самые современные в мире машины для холодного ресайклинга по методу in-place </w:t>
      </w:r>
      <w:r w:rsidR="00D434D5">
        <w:rPr>
          <w:rStyle w:val="Hervorhebung"/>
        </w:rPr>
        <w:t>«</w:t>
      </w:r>
      <w:r>
        <w:rPr>
          <w:rStyle w:val="Hervorhebung"/>
        </w:rPr>
        <w:t>на месте</w:t>
      </w:r>
      <w:r w:rsidR="00D434D5">
        <w:rPr>
          <w:rStyle w:val="Hervorhebung"/>
        </w:rPr>
        <w:t>»</w:t>
      </w:r>
      <w:r>
        <w:rPr>
          <w:rStyle w:val="Hervorhebung"/>
        </w:rPr>
        <w:t xml:space="preserve">. </w:t>
      </w:r>
      <w:r w:rsidR="00D434D5" w:rsidRPr="00B67648">
        <w:rPr>
          <w:rStyle w:val="Hervorhebung"/>
        </w:rPr>
        <w:t>Фрезы-р</w:t>
      </w:r>
      <w:r w:rsidRPr="00B67648">
        <w:rPr>
          <w:rStyle w:val="Hervorhebung"/>
        </w:rPr>
        <w:t xml:space="preserve">есайклеры </w:t>
      </w:r>
      <w:r>
        <w:rPr>
          <w:rStyle w:val="Hervorhebung"/>
        </w:rPr>
        <w:t xml:space="preserve">на гусеничном ходу выполняют фрезерование на полную глубину, гарантируя высокую производительность.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Фрезерование на полную глубину за один проход</w:t>
      </w:r>
    </w:p>
    <w:p w:rsidR="00F21280" w:rsidRPr="006764EC" w:rsidRDefault="00210152" w:rsidP="00692AE5">
      <w:pPr>
        <w:pStyle w:val="Text"/>
        <w:spacing w:line="276" w:lineRule="auto"/>
      </w:pPr>
      <w:r>
        <w:t xml:space="preserve">В зависимости от повреждений технология предусматривает снятие асфальтобетона по всей ширине дорожного покрытия за один проход, создание из него новой смеси с добавлением вяжущих и последующую укладку смеси по методу in-place </w:t>
      </w:r>
      <w:r w:rsidR="00D434D5">
        <w:t>«</w:t>
      </w:r>
      <w:r>
        <w:t>на месте</w:t>
      </w:r>
      <w:r w:rsidR="00D434D5">
        <w:t>»</w:t>
      </w:r>
      <w:r>
        <w:t>. W 380 C</w:t>
      </w:r>
      <w:r w:rsidR="00D434D5">
        <w:rPr>
          <w:lang w:val="en-US"/>
        </w:rPr>
        <w:t>R</w:t>
      </w:r>
      <w:r>
        <w:t>i способен фрезеровать дорожное полотно на глубину 300 мм</w:t>
      </w:r>
      <w:r w:rsidR="002941BA" w:rsidRPr="002941BA">
        <w:t xml:space="preserve"> </w:t>
      </w:r>
      <w:r>
        <w:t>дюймов. Тем самым</w:t>
      </w:r>
      <w:r w:rsidR="00D434D5">
        <w:t>,</w:t>
      </w:r>
      <w:r>
        <w:t xml:space="preserve"> он самым идеально подходит для ресайклинга на полную глубину</w:t>
      </w:r>
      <w:r w:rsidR="006764EC" w:rsidRPr="006764EC">
        <w:t>.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D12BF5" w:rsidP="00692AE5">
      <w:pPr>
        <w:pStyle w:val="Text"/>
        <w:spacing w:line="276" w:lineRule="auto"/>
        <w:rPr>
          <w:i/>
        </w:rPr>
      </w:pPr>
      <w:r>
        <w:t>Р</w:t>
      </w:r>
      <w:r w:rsidR="00F21280">
        <w:t>емонт дорожн</w:t>
      </w:r>
      <w:r>
        <w:t>ых</w:t>
      </w:r>
      <w:r w:rsidR="00F21280">
        <w:t xml:space="preserve"> </w:t>
      </w:r>
      <w:r w:rsidRPr="008716C0">
        <w:t>покрытий</w:t>
      </w:r>
      <w:r>
        <w:t xml:space="preserve"> </w:t>
      </w:r>
      <w:r w:rsidR="00F21280">
        <w:t>большой ширины</w:t>
      </w:r>
      <w:r w:rsidR="00F21280">
        <w:rPr>
          <w:i/>
        </w:rPr>
        <w:t xml:space="preserve"> </w:t>
      </w:r>
    </w:p>
    <w:p w:rsidR="00F21280" w:rsidRDefault="000168B4" w:rsidP="00692AE5">
      <w:pPr>
        <w:pStyle w:val="Text"/>
        <w:spacing w:line="276" w:lineRule="auto"/>
      </w:pPr>
      <w:r>
        <w:t>W 380 CRi создан для ремонта дорожн</w:t>
      </w:r>
      <w:r w:rsidR="00D12BF5">
        <w:t xml:space="preserve">ых </w:t>
      </w:r>
      <w:r w:rsidR="008716C0" w:rsidRPr="008716C0">
        <w:t>покрытий</w:t>
      </w:r>
      <w:r>
        <w:t>, ширина котор</w:t>
      </w:r>
      <w:r w:rsidR="00D12BF5">
        <w:t>ых</w:t>
      </w:r>
      <w:r>
        <w:t xml:space="preserve"> составляет 3200 мм, 3500 мм</w:t>
      </w:r>
      <w:r w:rsidR="00D12BF5">
        <w:t xml:space="preserve"> </w:t>
      </w:r>
      <w:r>
        <w:t>и 3800 мм. В этом случае</w:t>
      </w:r>
      <w:r w:rsidR="00D12BF5">
        <w:t>,</w:t>
      </w:r>
      <w:r>
        <w:t xml:space="preserve"> ресайклер подбирает расположенный сбоку от него полученный в результате фрезерования</w:t>
      </w:r>
      <w:r w:rsidR="00C56B38" w:rsidRPr="00C56B38">
        <w:t xml:space="preserve"> </w:t>
      </w:r>
      <w:r w:rsidR="00C56B38" w:rsidRPr="003438A5">
        <w:t>асфальтогранулят</w:t>
      </w:r>
      <w:r w:rsidRPr="003438A5">
        <w:t xml:space="preserve"> </w:t>
      </w:r>
      <w:r w:rsidR="00D12BF5" w:rsidRPr="003438A5">
        <w:t xml:space="preserve">производит на его базе </w:t>
      </w:r>
      <w:r>
        <w:t xml:space="preserve">новую смесь. Благодаря </w:t>
      </w:r>
      <w:r w:rsidR="00D12BF5" w:rsidRPr="003438A5">
        <w:t>высокой</w:t>
      </w:r>
      <w:r w:rsidR="00D12BF5">
        <w:t xml:space="preserve"> </w:t>
      </w:r>
      <w:r>
        <w:t>производительности смесителя 800 т/ч</w:t>
      </w:r>
      <w:r w:rsidR="00D12BF5">
        <w:t>,</w:t>
      </w:r>
      <w:r>
        <w:t xml:space="preserve"> в сочетании с задней </w:t>
      </w:r>
      <w:r w:rsidR="00D12BF5" w:rsidRPr="003438A5">
        <w:t>выгрузкой</w:t>
      </w:r>
      <w:r w:rsidR="00D12BF5">
        <w:t xml:space="preserve"> </w:t>
      </w:r>
      <w:r w:rsidR="00D12BF5" w:rsidRPr="003438A5">
        <w:t>в бункер</w:t>
      </w:r>
      <w:r w:rsidRPr="003438A5">
        <w:t xml:space="preserve"> </w:t>
      </w:r>
      <w:r>
        <w:t>асфальтоукладчик</w:t>
      </w:r>
      <w:r w:rsidR="00D12BF5">
        <w:t>а</w:t>
      </w:r>
      <w:r>
        <w:t xml:space="preserve"> и </w:t>
      </w:r>
      <w:r w:rsidR="00D12BF5">
        <w:t xml:space="preserve">его </w:t>
      </w:r>
      <w:r>
        <w:t xml:space="preserve">выглаживающей плитой, ремонт проезжих частей </w:t>
      </w:r>
      <w:r w:rsidR="00D12BF5" w:rsidRPr="003438A5">
        <w:t xml:space="preserve">большой ширины </w:t>
      </w:r>
      <w:r>
        <w:t>теперь возможен за один проход.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>W 380 C</w:t>
      </w:r>
      <w:r w:rsidR="00D12BF5">
        <w:rPr>
          <w:b/>
          <w:lang w:val="en-US"/>
        </w:rPr>
        <w:t>R</w:t>
      </w:r>
      <w:r>
        <w:rPr>
          <w:b/>
        </w:rPr>
        <w:t xml:space="preserve">i в качестве мощной фрезы </w:t>
      </w:r>
    </w:p>
    <w:p w:rsidR="0012313C" w:rsidRDefault="000A2390" w:rsidP="00692AE5">
      <w:pPr>
        <w:pStyle w:val="Text"/>
        <w:spacing w:line="276" w:lineRule="auto"/>
      </w:pPr>
      <w:r>
        <w:t xml:space="preserve">W 380 CRi также можно использовать в качестве производительной фрезы. Благодаря двигателю мощность 1 054 л.с. по системе DIN (EU Stage 5 / US Tier 4f) и высокой </w:t>
      </w:r>
      <w:r w:rsidR="00D12BF5" w:rsidRPr="00685049">
        <w:t>производительности</w:t>
      </w:r>
      <w:r w:rsidR="00D12BF5">
        <w:t xml:space="preserve"> </w:t>
      </w:r>
      <w:r>
        <w:t xml:space="preserve">конвейера, ресайклер W 380 CRi позволяет фрезеровать дорожное </w:t>
      </w:r>
      <w:r w:rsidR="00C56B38" w:rsidRPr="00685049">
        <w:t>покрытие</w:t>
      </w:r>
      <w:r w:rsidR="00C56B38">
        <w:t xml:space="preserve"> </w:t>
      </w:r>
      <w:r>
        <w:t>на глубину до 350 мм. За счет этого</w:t>
      </w:r>
      <w:r w:rsidR="00C56B38">
        <w:t>,</w:t>
      </w:r>
      <w:r>
        <w:t xml:space="preserve"> возможна быстрая реализация крупномасштабных </w:t>
      </w:r>
      <w:r w:rsidR="008716C0" w:rsidRPr="00685049">
        <w:t>дорожных работ</w:t>
      </w:r>
      <w:r>
        <w:t xml:space="preserve">, таких как ремонт </w:t>
      </w:r>
      <w:r w:rsidR="00C56B38" w:rsidRPr="00685049">
        <w:t>покрытий</w:t>
      </w:r>
      <w:r w:rsidR="00C56B38">
        <w:t xml:space="preserve"> </w:t>
      </w:r>
      <w:r>
        <w:t>автомобильных дорог</w:t>
      </w:r>
      <w:r w:rsidR="00C56B38">
        <w:t xml:space="preserve"> и </w:t>
      </w:r>
      <w:r w:rsidR="00C56B38" w:rsidRPr="00685049">
        <w:t>аэродромов</w:t>
      </w:r>
      <w:r w:rsidR="00F9745B" w:rsidRPr="00685049">
        <w:t>,</w:t>
      </w:r>
      <w:r w:rsidR="00C56B38">
        <w:t xml:space="preserve"> с </w:t>
      </w:r>
      <w:r>
        <w:t>полн</w:t>
      </w:r>
      <w:r w:rsidR="00C56B38" w:rsidRPr="00685049">
        <w:t>ым</w:t>
      </w:r>
      <w:r>
        <w:t xml:space="preserve"> </w:t>
      </w:r>
      <w:r w:rsidR="00F9745B" w:rsidRPr="00685049">
        <w:t>удалением покрытия</w:t>
      </w:r>
      <w:r>
        <w:t xml:space="preserve">, а также </w:t>
      </w:r>
      <w:r w:rsidR="00C56B38">
        <w:t xml:space="preserve">получение </w:t>
      </w:r>
      <w:r w:rsidR="00C56B38" w:rsidRPr="00685049">
        <w:t>гранулированных</w:t>
      </w:r>
      <w:r w:rsidR="00C56B38">
        <w:t xml:space="preserve"> асфальтобетонных </w:t>
      </w:r>
      <w:r>
        <w:t>сло</w:t>
      </w:r>
      <w:r w:rsidR="00C56B38" w:rsidRPr="00685049">
        <w:t>ё</w:t>
      </w:r>
      <w:r>
        <w:t xml:space="preserve">в </w:t>
      </w:r>
      <w:r w:rsidR="00C56B38" w:rsidRPr="00685049">
        <w:t>и однородного состава</w:t>
      </w:r>
      <w:r>
        <w:t>.</w:t>
      </w:r>
    </w:p>
    <w:p w:rsidR="0058215E" w:rsidRDefault="0058215E">
      <w:pPr>
        <w:rPr>
          <w:sz w:val="22"/>
        </w:rPr>
      </w:pPr>
      <w:r>
        <w:br w:type="page"/>
      </w:r>
    </w:p>
    <w:p w:rsidR="0012313C" w:rsidRDefault="0012313C" w:rsidP="0012313C">
      <w:pPr>
        <w:pStyle w:val="HeadlineFotos"/>
      </w:pPr>
      <w:bookmarkStart w:id="0" w:name="_GoBack"/>
      <w:bookmarkEnd w:id="0"/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val="de-DE" w:eastAsia="de-DE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C56B38" w:rsidP="00685049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Р</w:t>
            </w:r>
            <w:r w:rsidR="0012313C">
              <w:rPr>
                <w:sz w:val="20"/>
              </w:rPr>
              <w:t>есайклер на гусеничном ходу W 380 C</w:t>
            </w:r>
            <w:r>
              <w:rPr>
                <w:sz w:val="20"/>
                <w:lang w:val="en-US"/>
              </w:rPr>
              <w:t>R</w:t>
            </w:r>
            <w:r w:rsidR="0012313C">
              <w:rPr>
                <w:sz w:val="20"/>
              </w:rPr>
              <w:t xml:space="preserve">i выполняет холодный ресайклинг </w:t>
            </w:r>
            <w:r>
              <w:rPr>
                <w:sz w:val="20"/>
              </w:rPr>
              <w:t>«</w:t>
            </w:r>
            <w:r w:rsidR="0012313C">
              <w:rPr>
                <w:sz w:val="20"/>
              </w:rPr>
              <w:t>на месте</w:t>
            </w:r>
            <w:r>
              <w:rPr>
                <w:sz w:val="20"/>
              </w:rPr>
              <w:t>»</w:t>
            </w:r>
            <w:r w:rsidR="0012313C">
              <w:rPr>
                <w:sz w:val="20"/>
              </w:rPr>
              <w:t xml:space="preserve"> (in-place) на полную глубину, </w:t>
            </w:r>
            <w:r>
              <w:rPr>
                <w:sz w:val="20"/>
              </w:rPr>
              <w:t xml:space="preserve">с высокой </w:t>
            </w:r>
            <w:r w:rsidR="0012313C">
              <w:rPr>
                <w:sz w:val="20"/>
              </w:rPr>
              <w:t>производительность</w:t>
            </w:r>
            <w:r>
              <w:rPr>
                <w:sz w:val="20"/>
              </w:rPr>
              <w:t>ю</w:t>
            </w:r>
            <w:r w:rsidR="0012313C">
              <w:rPr>
                <w:sz w:val="20"/>
              </w:rPr>
              <w:t>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val="de-DE" w:eastAsia="de-DE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270385" w:rsidP="00685049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С</w:t>
            </w:r>
            <w:r w:rsidR="00DC3CC4">
              <w:rPr>
                <w:rFonts w:ascii="Verdana" w:hAnsi="Verdana"/>
                <w:sz w:val="20"/>
              </w:rPr>
              <w:t>истем</w:t>
            </w:r>
            <w:r w:rsidR="00C56B38">
              <w:rPr>
                <w:rFonts w:ascii="Verdana" w:hAnsi="Verdana"/>
                <w:sz w:val="20"/>
              </w:rPr>
              <w:t>а</w:t>
            </w:r>
            <w:r w:rsidR="00DC3CC4">
              <w:rPr>
                <w:rFonts w:ascii="Verdana" w:hAnsi="Verdana"/>
                <w:sz w:val="20"/>
              </w:rPr>
              <w:t xml:space="preserve"> подачи материала, расположенная спереди машины, позволяет W 380 C</w:t>
            </w:r>
            <w:r w:rsidR="00C56B38" w:rsidRPr="00685049">
              <w:rPr>
                <w:rFonts w:ascii="Verdana" w:hAnsi="Verdana"/>
                <w:sz w:val="20"/>
              </w:rPr>
              <w:t>R</w:t>
            </w:r>
            <w:r w:rsidR="00DC3CC4">
              <w:rPr>
                <w:rFonts w:ascii="Verdana" w:hAnsi="Verdana"/>
                <w:sz w:val="20"/>
              </w:rPr>
              <w:t xml:space="preserve">i использовать полученный в результате фрезерования </w:t>
            </w:r>
            <w:r w:rsidR="00C56B38" w:rsidRPr="00685049">
              <w:rPr>
                <w:rFonts w:ascii="Verdana" w:hAnsi="Verdana"/>
                <w:sz w:val="20"/>
              </w:rPr>
              <w:t>асфальто</w:t>
            </w:r>
            <w:r w:rsidR="00DC3CC4">
              <w:rPr>
                <w:rFonts w:ascii="Verdana" w:hAnsi="Verdana"/>
                <w:sz w:val="20"/>
              </w:rPr>
              <w:t xml:space="preserve">гранулят </w:t>
            </w:r>
            <w:r w:rsidR="00C56B38" w:rsidRPr="00685049">
              <w:rPr>
                <w:rFonts w:ascii="Verdana" w:hAnsi="Verdana"/>
                <w:sz w:val="20"/>
              </w:rPr>
              <w:t>производ</w:t>
            </w:r>
            <w:r w:rsidRPr="00685049">
              <w:rPr>
                <w:rFonts w:ascii="Verdana" w:hAnsi="Verdana"/>
                <w:sz w:val="20"/>
              </w:rPr>
              <w:t>ства</w:t>
            </w:r>
            <w:r w:rsidR="00C56B38" w:rsidRPr="00685049">
              <w:rPr>
                <w:rFonts w:ascii="Verdana" w:hAnsi="Verdana"/>
                <w:sz w:val="20"/>
              </w:rPr>
              <w:t xml:space="preserve"> на его базе </w:t>
            </w:r>
            <w:r w:rsidR="00DC3CC4">
              <w:rPr>
                <w:rFonts w:ascii="Verdana" w:hAnsi="Verdana"/>
                <w:sz w:val="20"/>
              </w:rPr>
              <w:t>новой смеси.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WIRTGEN</w:t>
            </w:r>
            <w:r w:rsidRPr="00B67648">
              <w:t xml:space="preserve"> </w:t>
            </w:r>
            <w:r w:rsidRPr="00D434D5">
              <w:rPr>
                <w:lang w:val="en-US"/>
              </w:rPr>
              <w:t>GmbH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Corporate</w:t>
            </w:r>
            <w:r w:rsidRPr="00B67648">
              <w:t xml:space="preserve"> </w:t>
            </w:r>
            <w:r w:rsidRPr="00D434D5">
              <w:rPr>
                <w:lang w:val="en-US"/>
              </w:rPr>
              <w:t>Communications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Michaela</w:t>
            </w:r>
            <w:r w:rsidRPr="00B67648">
              <w:t xml:space="preserve"> </w:t>
            </w:r>
            <w:r w:rsidRPr="00D434D5">
              <w:rPr>
                <w:lang w:val="en-US"/>
              </w:rPr>
              <w:t>Adams</w:t>
            </w:r>
            <w:r w:rsidRPr="00B67648">
              <w:t xml:space="preserve">, </w:t>
            </w:r>
            <w:r w:rsidRPr="00D434D5">
              <w:rPr>
                <w:lang w:val="en-US"/>
              </w:rPr>
              <w:t>Mario</w:t>
            </w:r>
            <w:r w:rsidRPr="00B67648">
              <w:t xml:space="preserve"> </w:t>
            </w:r>
            <w:r w:rsidRPr="00D434D5">
              <w:rPr>
                <w:lang w:val="en-US"/>
              </w:rPr>
              <w:t>Linnemann</w:t>
            </w:r>
          </w:p>
          <w:p w:rsidR="008D4AE7" w:rsidRPr="00B67648" w:rsidRDefault="008D4AE7" w:rsidP="008D4AE7">
            <w:pPr>
              <w:pStyle w:val="Text"/>
            </w:pPr>
            <w:r w:rsidRPr="00D434D5">
              <w:rPr>
                <w:lang w:val="en-US"/>
              </w:rPr>
              <w:t>Reinhard</w:t>
            </w:r>
            <w:r w:rsidRPr="00B67648">
              <w:t>-</w:t>
            </w:r>
            <w:r w:rsidRPr="00D434D5">
              <w:rPr>
                <w:lang w:val="en-US"/>
              </w:rPr>
              <w:t>Wirtgen</w:t>
            </w:r>
            <w:r w:rsidRPr="00B67648">
              <w:t>-</w:t>
            </w:r>
            <w:r w:rsidRPr="00D434D5">
              <w:rPr>
                <w:lang w:val="en-US"/>
              </w:rPr>
              <w:t>Stra</w:t>
            </w:r>
            <w:r w:rsidRPr="00B67648">
              <w:t>ß</w:t>
            </w:r>
            <w:r w:rsidRPr="00D434D5">
              <w:rPr>
                <w:lang w:val="en-US"/>
              </w:rPr>
              <w:t>e</w:t>
            </w:r>
            <w:r w:rsidRPr="00B67648">
              <w:t xml:space="preserve"> 2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 w:rsidRPr="00B67648">
              <w:rPr>
                <w:lang w:val="de-DE"/>
              </w:rPr>
              <w:t>53578 Windhagen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 w:rsidRPr="00B67648">
              <w:rPr>
                <w:lang w:val="de-DE"/>
              </w:rPr>
              <w:t>Deutschland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B67648">
              <w:rPr>
                <w:lang w:val="de-DE"/>
              </w:rPr>
              <w:t>: +49 (0) 2645 131 – 3178</w:t>
            </w:r>
          </w:p>
          <w:p w:rsidR="008D4AE7" w:rsidRPr="00B67648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B67648">
              <w:rPr>
                <w:lang w:val="de-DE"/>
              </w:rPr>
              <w:t>: +49 (0) 2645 131 – 499</w:t>
            </w:r>
          </w:p>
          <w:p w:rsidR="008D4AE7" w:rsidRPr="00B67648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B67648">
              <w:rPr>
                <w:lang w:val="de-DE"/>
              </w:rPr>
              <w:t xml:space="preserve">. </w:t>
            </w:r>
            <w:r>
              <w:t>почта</w:t>
            </w:r>
            <w:r w:rsidRPr="00B67648">
              <w:rPr>
                <w:lang w:val="de-DE"/>
              </w:rP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7AF" w:rsidRDefault="00DC37AF" w:rsidP="00E55534">
      <w:r>
        <w:separator/>
      </w:r>
    </w:p>
  </w:endnote>
  <w:endnote w:type="continuationSeparator" w:id="0">
    <w:p w:rsidR="00DC37AF" w:rsidRDefault="00DC37A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057CB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7AF" w:rsidRDefault="00DC37AF" w:rsidP="00E55534">
      <w:r>
        <w:separator/>
      </w:r>
    </w:p>
  </w:footnote>
  <w:footnote w:type="continuationSeparator" w:id="0">
    <w:p w:rsidR="00DC37AF" w:rsidRDefault="00DC37A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pt;height:1500pt" o:bullet="t">
        <v:imagedata r:id="rId1" o:title="AZ_04a"/>
      </v:shape>
    </w:pict>
  </w:numPicBullet>
  <w:numPicBullet w:numPicBulletId="1">
    <w:pict>
      <v:shape id="_x0000_i103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1C69EB"/>
    <w:rsid w:val="00210152"/>
    <w:rsid w:val="00216541"/>
    <w:rsid w:val="00244981"/>
    <w:rsid w:val="00253A2E"/>
    <w:rsid w:val="00263ABB"/>
    <w:rsid w:val="00270385"/>
    <w:rsid w:val="002844EF"/>
    <w:rsid w:val="002941BA"/>
    <w:rsid w:val="0029634D"/>
    <w:rsid w:val="002A38B4"/>
    <w:rsid w:val="002B690B"/>
    <w:rsid w:val="002C6453"/>
    <w:rsid w:val="002E765F"/>
    <w:rsid w:val="002F108B"/>
    <w:rsid w:val="0034147B"/>
    <w:rsid w:val="0034191A"/>
    <w:rsid w:val="003438A5"/>
    <w:rsid w:val="00343AA9"/>
    <w:rsid w:val="00343CC7"/>
    <w:rsid w:val="00384A08"/>
    <w:rsid w:val="00391C92"/>
    <w:rsid w:val="003A753A"/>
    <w:rsid w:val="003E1CB6"/>
    <w:rsid w:val="003E3CF6"/>
    <w:rsid w:val="003E759F"/>
    <w:rsid w:val="003F5FD6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425"/>
    <w:rsid w:val="004C471B"/>
    <w:rsid w:val="004D5291"/>
    <w:rsid w:val="004E65A9"/>
    <w:rsid w:val="00506409"/>
    <w:rsid w:val="00530E32"/>
    <w:rsid w:val="005711A3"/>
    <w:rsid w:val="00573384"/>
    <w:rsid w:val="00573B2B"/>
    <w:rsid w:val="0058215E"/>
    <w:rsid w:val="00583E5A"/>
    <w:rsid w:val="005844EA"/>
    <w:rsid w:val="00595AAC"/>
    <w:rsid w:val="005A4F04"/>
    <w:rsid w:val="005B3697"/>
    <w:rsid w:val="005B5793"/>
    <w:rsid w:val="005C587B"/>
    <w:rsid w:val="006330A2"/>
    <w:rsid w:val="00642EB6"/>
    <w:rsid w:val="00657AB3"/>
    <w:rsid w:val="006764EC"/>
    <w:rsid w:val="00685049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8C3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716C0"/>
    <w:rsid w:val="0089304B"/>
    <w:rsid w:val="008A0541"/>
    <w:rsid w:val="008C2DB2"/>
    <w:rsid w:val="008D4AE7"/>
    <w:rsid w:val="008D770E"/>
    <w:rsid w:val="0090337E"/>
    <w:rsid w:val="00932553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86790"/>
    <w:rsid w:val="00A977CE"/>
    <w:rsid w:val="00AA6AE7"/>
    <w:rsid w:val="00AD131F"/>
    <w:rsid w:val="00AF3B3A"/>
    <w:rsid w:val="00AF6569"/>
    <w:rsid w:val="00AF6CBA"/>
    <w:rsid w:val="00B05244"/>
    <w:rsid w:val="00B057CB"/>
    <w:rsid w:val="00B06265"/>
    <w:rsid w:val="00B37523"/>
    <w:rsid w:val="00B5695F"/>
    <w:rsid w:val="00B67648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56B38"/>
    <w:rsid w:val="00C644CA"/>
    <w:rsid w:val="00C73005"/>
    <w:rsid w:val="00CE0AA1"/>
    <w:rsid w:val="00CF0CF0"/>
    <w:rsid w:val="00CF36C9"/>
    <w:rsid w:val="00D03861"/>
    <w:rsid w:val="00D12BF5"/>
    <w:rsid w:val="00D13F35"/>
    <w:rsid w:val="00D166AC"/>
    <w:rsid w:val="00D24067"/>
    <w:rsid w:val="00D434D5"/>
    <w:rsid w:val="00D516FC"/>
    <w:rsid w:val="00DB0A7B"/>
    <w:rsid w:val="00DB5100"/>
    <w:rsid w:val="00DC37AF"/>
    <w:rsid w:val="00DC3CC4"/>
    <w:rsid w:val="00DE20DD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45B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BC855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601A-9E98-4331-814A-AB525E3E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375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38</cp:revision>
  <dcterms:created xsi:type="dcterms:W3CDTF">2019-12-06T08:02:00Z</dcterms:created>
  <dcterms:modified xsi:type="dcterms:W3CDTF">2020-04-02T12:32:00Z</dcterms:modified>
</cp:coreProperties>
</file>